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4C27BBD2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Transpordiamet</w:t>
      </w:r>
    </w:p>
    <w:p w14:paraId="6D31C270" w14:textId="122C8B1F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54198A">
        <w:rPr>
          <w:rFonts w:ascii="Times New Roman" w:hAnsi="Times New Roman"/>
        </w:rPr>
        <w:t>15</w:t>
      </w:r>
      <w:r w:rsidR="00BF687E">
        <w:rPr>
          <w:rFonts w:ascii="Times New Roman" w:hAnsi="Times New Roman"/>
        </w:rPr>
        <w:t>.</w:t>
      </w:r>
      <w:r w:rsidR="0054198A">
        <w:rPr>
          <w:rFonts w:ascii="Times New Roman" w:hAnsi="Times New Roman"/>
        </w:rPr>
        <w:t>01</w:t>
      </w:r>
      <w:r w:rsidRPr="00B801C3">
        <w:rPr>
          <w:rFonts w:ascii="Times New Roman" w:hAnsi="Times New Roman"/>
        </w:rPr>
        <w:t>.202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78242E">
        <w:rPr>
          <w:rFonts w:ascii="Times New Roman" w:hAnsi="Times New Roman"/>
        </w:rPr>
        <w:t>244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421518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5B8AEDC1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260BD1">
              <w:rPr>
                <w:rFonts w:ascii="Times New Roman" w:hAnsi="Times New Roman"/>
              </w:rPr>
              <w:t>Imatra Elekter Aktsiaselts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421518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3BE1586C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Registrikood: </w:t>
            </w:r>
            <w:r w:rsidR="00260BD1">
              <w:rPr>
                <w:rFonts w:ascii="Times New Roman" w:hAnsi="Times New Roman"/>
              </w:rPr>
              <w:t>10224137</w:t>
            </w:r>
          </w:p>
        </w:tc>
      </w:tr>
      <w:tr w:rsidR="00B801C3" w:rsidRPr="00B801C3" w14:paraId="4D69FA9B" w14:textId="77777777" w:rsidTr="00421518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20BA869E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</w:t>
            </w:r>
            <w:r w:rsidR="00260BD1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6E9216FC" w14:textId="77777777" w:rsidTr="00421518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421518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3B9064B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1" w:history="1">
              <w:r w:rsidR="00260BD1" w:rsidRPr="006B34D5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="00B801C3" w:rsidRPr="00B801C3">
              <w:rPr>
                <w:rFonts w:ascii="Times New Roman" w:hAnsi="Times New Roman"/>
              </w:rPr>
              <w:t xml:space="preserve">, tel </w:t>
            </w:r>
            <w:r w:rsidR="00B801C3" w:rsidRPr="00260BD1">
              <w:rPr>
                <w:rFonts w:ascii="Times New Roman" w:hAnsi="Times New Roman"/>
              </w:rPr>
              <w:t>5</w:t>
            </w:r>
            <w:r w:rsidR="00260BD1" w:rsidRPr="00260BD1">
              <w:rPr>
                <w:rFonts w:ascii="Times New Roman" w:hAnsi="Times New Roman"/>
              </w:rPr>
              <w:t>343 4698</w:t>
            </w:r>
          </w:p>
        </w:tc>
      </w:tr>
      <w:tr w:rsidR="00B801C3" w:rsidRPr="00B801C3" w14:paraId="56FB5E5C" w14:textId="77777777" w:rsidTr="00421518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421518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2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421518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421518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421518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1B6FEE" w:rsidRDefault="00B801C3" w:rsidP="00B801C3">
            <w:pPr>
              <w:rPr>
                <w:rFonts w:ascii="Times New Roman" w:hAnsi="Times New Roman"/>
              </w:rPr>
            </w:pPr>
            <w:r w:rsidRPr="001B6FEE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1E9FA840" w:rsidR="00B801C3" w:rsidRPr="00AE6CB7" w:rsidRDefault="00421518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Elektritsentruum </w:t>
            </w:r>
            <w:r w:rsidRPr="00995A4B">
              <w:rPr>
                <w:rFonts w:ascii="Times New Roman" w:hAnsi="Times New Roman"/>
              </w:rPr>
              <w:t xml:space="preserve"> poolt koostatud töö </w:t>
            </w:r>
            <w:r w:rsidRPr="00BE3DF3">
              <w:rPr>
                <w:rFonts w:ascii="Times New Roman" w:hAnsi="Times New Roman"/>
              </w:rPr>
              <w:t xml:space="preserve">nr  </w:t>
            </w:r>
            <w:r>
              <w:rPr>
                <w:rFonts w:ascii="Times New Roman" w:hAnsi="Times New Roman"/>
              </w:rPr>
              <w:t>22010</w:t>
            </w:r>
            <w:r>
              <w:t xml:space="preserve"> </w:t>
            </w:r>
            <w:r w:rsidRPr="00590754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Kimsi tee 0,4 kV elektrivõrgu ümberehitus, Pringi küla, Viimsi vald, Harju maakond</w:t>
            </w:r>
            <w:r w:rsidRPr="00590754">
              <w:rPr>
                <w:rFonts w:ascii="Times New Roman" w:hAnsi="Times New Roman"/>
              </w:rPr>
              <w:t>“</w:t>
            </w:r>
          </w:p>
        </w:tc>
      </w:tr>
      <w:tr w:rsidR="00B801C3" w:rsidRPr="00B801C3" w14:paraId="0755177A" w14:textId="77777777" w:rsidTr="00421518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77D72F25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421518">
              <w:rPr>
                <w:rFonts w:ascii="Times New Roman" w:hAnsi="Times New Roman"/>
              </w:rPr>
              <w:t>Tatjana Tsernetsova</w:t>
            </w:r>
          </w:p>
        </w:tc>
      </w:tr>
      <w:tr w:rsidR="00B801C3" w:rsidRPr="00B801C3" w14:paraId="58516777" w14:textId="77777777" w:rsidTr="00421518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03779D6D" w:rsidR="00B801C3" w:rsidRPr="00B801C3" w:rsidRDefault="00421518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025DA6" w:rsidRPr="000E535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24354-14</w:t>
            </w:r>
          </w:p>
        </w:tc>
      </w:tr>
      <w:tr w:rsidR="00B801C3" w:rsidRPr="00B801C3" w14:paraId="51E2B8BB" w14:textId="77777777" w:rsidTr="00421518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00688366" w:rsidR="00421518" w:rsidRPr="00B801C3" w:rsidRDefault="00421518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11251</w:t>
            </w:r>
            <w:r w:rsidR="001B6F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Viimsi - Rohuneeme</w:t>
            </w:r>
            <w:r w:rsidR="001B6FEE">
              <w:rPr>
                <w:rFonts w:ascii="Times New Roman" w:hAnsi="Times New Roman"/>
              </w:rPr>
              <w:t xml:space="preserve"> tee</w:t>
            </w:r>
          </w:p>
        </w:tc>
      </w:tr>
      <w:tr w:rsidR="00C77651" w:rsidRPr="00B801C3" w14:paraId="2974EED6" w14:textId="77777777" w:rsidTr="00421518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45521DF4" w:rsidR="00C77651" w:rsidRPr="00B801C3" w:rsidRDefault="00C77651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 </w:t>
            </w:r>
            <w:r w:rsidR="001B6FEE">
              <w:rPr>
                <w:rFonts w:ascii="Times New Roman" w:hAnsi="Times New Roman"/>
              </w:rPr>
              <w:t>89001:0</w:t>
            </w:r>
            <w:r w:rsidR="00421518">
              <w:rPr>
                <w:rFonts w:ascii="Times New Roman" w:hAnsi="Times New Roman"/>
              </w:rPr>
              <w:t>24</w:t>
            </w:r>
            <w:r w:rsidR="001B6FEE">
              <w:rPr>
                <w:rFonts w:ascii="Times New Roman" w:hAnsi="Times New Roman"/>
              </w:rPr>
              <w:t>:</w:t>
            </w:r>
            <w:r w:rsidR="00421518">
              <w:rPr>
                <w:rFonts w:ascii="Times New Roman" w:hAnsi="Times New Roman"/>
              </w:rPr>
              <w:t>0005</w:t>
            </w:r>
            <w:r w:rsidR="00ED3888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799306D" w14:textId="77777777" w:rsidTr="00421518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5E003232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1B6FEE">
              <w:rPr>
                <w:rFonts w:ascii="Times New Roman" w:hAnsi="Times New Roman"/>
              </w:rPr>
              <w:t>Viimsi</w:t>
            </w:r>
            <w:r w:rsidR="009F409F">
              <w:rPr>
                <w:rFonts w:ascii="Times New Roman" w:hAnsi="Times New Roman"/>
              </w:rPr>
              <w:t xml:space="preserve"> 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421518">
              <w:rPr>
                <w:rFonts w:ascii="Times New Roman" w:hAnsi="Times New Roman"/>
              </w:rPr>
              <w:t>Pringi</w:t>
            </w:r>
            <w:r w:rsidR="001B6FEE">
              <w:rPr>
                <w:rFonts w:ascii="Times New Roman" w:hAnsi="Times New Roman"/>
              </w:rPr>
              <w:t xml:space="preserve">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421518">
              <w:rPr>
                <w:rFonts w:ascii="Times New Roman" w:hAnsi="Times New Roman"/>
              </w:rPr>
              <w:t>11251 Viimsi - Rohuneeme tee</w:t>
            </w:r>
          </w:p>
        </w:tc>
      </w:tr>
      <w:tr w:rsidR="00C77651" w:rsidRPr="00B801C3" w14:paraId="616548FD" w14:textId="77777777" w:rsidTr="00421518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3EE7D1E5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 xml:space="preserve">Kinnistusraamatu </w:t>
            </w:r>
            <w:r w:rsidRPr="001B6FEE">
              <w:rPr>
                <w:rFonts w:ascii="Times New Roman" w:hAnsi="Times New Roman"/>
              </w:rPr>
              <w:t>registriosa nr:</w:t>
            </w:r>
            <w:r w:rsidRPr="001B6FEE">
              <w:rPr>
                <w:rFonts w:ascii="Times New Roman" w:hAnsi="Times New Roman"/>
                <w:i/>
              </w:rPr>
              <w:t xml:space="preserve"> </w:t>
            </w:r>
            <w:r w:rsidRPr="001B6FEE">
              <w:rPr>
                <w:rFonts w:ascii="Times New Roman" w:hAnsi="Times New Roman"/>
              </w:rPr>
              <w:t xml:space="preserve">  </w:t>
            </w:r>
            <w:r w:rsidR="00421518">
              <w:rPr>
                <w:rFonts w:ascii="Times New Roman" w:hAnsi="Times New Roman"/>
              </w:rPr>
              <w:t>10254150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421518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7C6AA89F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</w:t>
            </w:r>
            <w:r w:rsidR="001B6FEE">
              <w:rPr>
                <w:rFonts w:ascii="Times New Roman" w:hAnsi="Times New Roman"/>
              </w:rPr>
              <w:t xml:space="preserve"> </w:t>
            </w:r>
            <w:r w:rsidR="00B422E1">
              <w:rPr>
                <w:rFonts w:ascii="Times New Roman" w:hAnsi="Times New Roman"/>
              </w:rPr>
              <w:t>madal</w:t>
            </w:r>
            <w:r w:rsidR="002545FF">
              <w:rPr>
                <w:rFonts w:ascii="Times New Roman" w:hAnsi="Times New Roman"/>
              </w:rPr>
              <w:t xml:space="preserve">pinge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1B6FEE">
              <w:rPr>
                <w:rFonts w:ascii="Times New Roman" w:hAnsi="Times New Roman"/>
              </w:rPr>
              <w:t>2,</w:t>
            </w:r>
            <w:r w:rsidR="00421518">
              <w:rPr>
                <w:rFonts w:ascii="Times New Roman" w:hAnsi="Times New Roman"/>
              </w:rPr>
              <w:t>24</w:t>
            </w:r>
            <w:r w:rsidR="001B6FEE">
              <w:rPr>
                <w:rFonts w:ascii="Times New Roman" w:hAnsi="Times New Roman"/>
              </w:rPr>
              <w:t xml:space="preserve"> </w:t>
            </w:r>
            <w:r w:rsidR="002C36A5">
              <w:rPr>
                <w:rFonts w:ascii="Times New Roman" w:hAnsi="Times New Roman"/>
              </w:rPr>
              <w:t>-</w:t>
            </w:r>
            <w:r w:rsidR="00B10501">
              <w:rPr>
                <w:rFonts w:ascii="Times New Roman" w:hAnsi="Times New Roman"/>
              </w:rPr>
              <w:t>2,</w:t>
            </w:r>
            <w:r w:rsidR="00421518">
              <w:rPr>
                <w:rFonts w:ascii="Times New Roman" w:hAnsi="Times New Roman"/>
              </w:rPr>
              <w:t>31 ja asendada olemas</w:t>
            </w:r>
            <w:r w:rsidR="0054198A">
              <w:rPr>
                <w:rFonts w:ascii="Times New Roman" w:hAnsi="Times New Roman"/>
              </w:rPr>
              <w:t>-olevad liitumiskilbid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421518">
              <w:rPr>
                <w:rFonts w:ascii="Times New Roman" w:hAnsi="Times New Roman"/>
              </w:rPr>
              <w:t>126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421518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0C1A4583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54198A">
              <w:rPr>
                <w:rFonts w:ascii="Times New Roman" w:hAnsi="Times New Roman"/>
              </w:rPr>
              <w:t>15</w:t>
            </w:r>
            <w:r w:rsidR="00B10501">
              <w:rPr>
                <w:rFonts w:ascii="Times New Roman" w:hAnsi="Times New Roman"/>
              </w:rPr>
              <w:t>.</w:t>
            </w:r>
            <w:r w:rsidR="0054198A">
              <w:rPr>
                <w:rFonts w:ascii="Times New Roman" w:hAnsi="Times New Roman"/>
              </w:rPr>
              <w:t>12</w:t>
            </w:r>
            <w:r w:rsidRPr="000E535F">
              <w:rPr>
                <w:rFonts w:ascii="Times New Roman" w:hAnsi="Times New Roman"/>
              </w:rPr>
              <w:t>.202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03531F99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54198A">
              <w:rPr>
                <w:rFonts w:ascii="Times New Roman" w:hAnsi="Times New Roman"/>
              </w:rPr>
              <w:t>24354</w:t>
            </w:r>
            <w:r w:rsidR="00B10501">
              <w:rPr>
                <w:rFonts w:ascii="Times New Roman" w:hAnsi="Times New Roman"/>
              </w:rPr>
              <w:t>-</w:t>
            </w:r>
            <w:r w:rsidR="0054198A">
              <w:rPr>
                <w:rFonts w:ascii="Times New Roman" w:hAnsi="Times New Roman"/>
              </w:rPr>
              <w:t>1</w:t>
            </w:r>
            <w:r w:rsidR="00B1050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    </w:t>
            </w:r>
            <w:r w:rsidR="005419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421518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06F72FBB" w:rsidR="00B801C3" w:rsidRPr="00B801C3" w:rsidRDefault="00B10501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Imatra Elekter AS</w:t>
      </w:r>
      <w:r w:rsidR="00B801C3" w:rsidRPr="00B801C3">
        <w:rPr>
          <w:rFonts w:ascii="Times New Roman" w:hAnsi="Times New Roman"/>
        </w:rPr>
        <w:t xml:space="preserve">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D26F" w14:textId="77777777" w:rsidR="005F2385" w:rsidRDefault="005F2385">
      <w:r>
        <w:separator/>
      </w:r>
    </w:p>
  </w:endnote>
  <w:endnote w:type="continuationSeparator" w:id="0">
    <w:p w14:paraId="60990AFC" w14:textId="77777777" w:rsidR="005F2385" w:rsidRDefault="005F2385">
      <w:r>
        <w:continuationSeparator/>
      </w:r>
    </w:p>
  </w:endnote>
  <w:endnote w:type="continuationNotice" w:id="1">
    <w:p w14:paraId="4CF54C81" w14:textId="77777777" w:rsidR="005F2385" w:rsidRDefault="005F2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18EBCFF8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  <w:vAlign w:val="bottom"/>
        </w:tcPr>
        <w:p w14:paraId="2D558ABD" w14:textId="352649D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1332CF6C" w14:textId="7D1D81AC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</w:tcPr>
        <w:p w14:paraId="1F4C1590" w14:textId="2996112C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A14BD" w14:textId="77777777" w:rsidR="005F2385" w:rsidRDefault="005F2385">
      <w:r>
        <w:separator/>
      </w:r>
    </w:p>
  </w:footnote>
  <w:footnote w:type="continuationSeparator" w:id="0">
    <w:p w14:paraId="3EAD7F7D" w14:textId="77777777" w:rsidR="005F2385" w:rsidRDefault="005F2385">
      <w:r>
        <w:continuationSeparator/>
      </w:r>
    </w:p>
  </w:footnote>
  <w:footnote w:type="continuationNotice" w:id="1">
    <w:p w14:paraId="3469D842" w14:textId="77777777" w:rsidR="005F2385" w:rsidRDefault="005F23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54211"/>
    <w:rsid w:val="00055ABF"/>
    <w:rsid w:val="00056E60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B6FEE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5395"/>
    <w:rsid w:val="002214F2"/>
    <w:rsid w:val="00227602"/>
    <w:rsid w:val="00232224"/>
    <w:rsid w:val="00232F6A"/>
    <w:rsid w:val="00244988"/>
    <w:rsid w:val="002454B3"/>
    <w:rsid w:val="00245ECA"/>
    <w:rsid w:val="002545FF"/>
    <w:rsid w:val="00260BD1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4D27"/>
    <w:rsid w:val="002E0EF7"/>
    <w:rsid w:val="002E5106"/>
    <w:rsid w:val="002F1E80"/>
    <w:rsid w:val="003077C4"/>
    <w:rsid w:val="00313843"/>
    <w:rsid w:val="003211EB"/>
    <w:rsid w:val="00326C2D"/>
    <w:rsid w:val="0034008B"/>
    <w:rsid w:val="003551E2"/>
    <w:rsid w:val="00357C22"/>
    <w:rsid w:val="00360DB3"/>
    <w:rsid w:val="00361541"/>
    <w:rsid w:val="00373E92"/>
    <w:rsid w:val="0037535F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6E8E"/>
    <w:rsid w:val="003F1570"/>
    <w:rsid w:val="003F5996"/>
    <w:rsid w:val="00400DD2"/>
    <w:rsid w:val="00413593"/>
    <w:rsid w:val="00415D3C"/>
    <w:rsid w:val="00421518"/>
    <w:rsid w:val="00430439"/>
    <w:rsid w:val="0043188C"/>
    <w:rsid w:val="00433B4A"/>
    <w:rsid w:val="0047010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198A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217D"/>
    <w:rsid w:val="005A7552"/>
    <w:rsid w:val="005B2B57"/>
    <w:rsid w:val="005B4482"/>
    <w:rsid w:val="005C5F31"/>
    <w:rsid w:val="005D7A36"/>
    <w:rsid w:val="005E53E7"/>
    <w:rsid w:val="005F2385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5FAE"/>
    <w:rsid w:val="006378C4"/>
    <w:rsid w:val="006466E4"/>
    <w:rsid w:val="006644FA"/>
    <w:rsid w:val="00676A6D"/>
    <w:rsid w:val="00677233"/>
    <w:rsid w:val="006820CA"/>
    <w:rsid w:val="00682E2B"/>
    <w:rsid w:val="0068591F"/>
    <w:rsid w:val="00687933"/>
    <w:rsid w:val="006907AC"/>
    <w:rsid w:val="00694BA3"/>
    <w:rsid w:val="00697C6B"/>
    <w:rsid w:val="006A3A86"/>
    <w:rsid w:val="006B28B7"/>
    <w:rsid w:val="006B36E7"/>
    <w:rsid w:val="006C3830"/>
    <w:rsid w:val="006D4B8F"/>
    <w:rsid w:val="006D68E5"/>
    <w:rsid w:val="006E4687"/>
    <w:rsid w:val="006E7138"/>
    <w:rsid w:val="006F595A"/>
    <w:rsid w:val="00705226"/>
    <w:rsid w:val="007077C6"/>
    <w:rsid w:val="007142E7"/>
    <w:rsid w:val="0071456C"/>
    <w:rsid w:val="00717079"/>
    <w:rsid w:val="00720EE5"/>
    <w:rsid w:val="00724591"/>
    <w:rsid w:val="007309B6"/>
    <w:rsid w:val="007330ED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242E"/>
    <w:rsid w:val="007878CB"/>
    <w:rsid w:val="00791C61"/>
    <w:rsid w:val="007A1BC8"/>
    <w:rsid w:val="007A795F"/>
    <w:rsid w:val="007B15C2"/>
    <w:rsid w:val="007C0443"/>
    <w:rsid w:val="007C1B49"/>
    <w:rsid w:val="007E3A05"/>
    <w:rsid w:val="007F109E"/>
    <w:rsid w:val="008029AC"/>
    <w:rsid w:val="008058E8"/>
    <w:rsid w:val="0081552F"/>
    <w:rsid w:val="0082604D"/>
    <w:rsid w:val="008447C1"/>
    <w:rsid w:val="00852619"/>
    <w:rsid w:val="008644A3"/>
    <w:rsid w:val="00864778"/>
    <w:rsid w:val="00864F9A"/>
    <w:rsid w:val="00866D30"/>
    <w:rsid w:val="00870086"/>
    <w:rsid w:val="008856FB"/>
    <w:rsid w:val="00891EC8"/>
    <w:rsid w:val="0089426A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A5821"/>
    <w:rsid w:val="009B7578"/>
    <w:rsid w:val="009B79F9"/>
    <w:rsid w:val="009C237C"/>
    <w:rsid w:val="009C29C8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DCD"/>
    <w:rsid w:val="00A273A2"/>
    <w:rsid w:val="00A32D8A"/>
    <w:rsid w:val="00A33A60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0501"/>
    <w:rsid w:val="00B142A0"/>
    <w:rsid w:val="00B2470E"/>
    <w:rsid w:val="00B31B26"/>
    <w:rsid w:val="00B33B98"/>
    <w:rsid w:val="00B33BDC"/>
    <w:rsid w:val="00B422E1"/>
    <w:rsid w:val="00B603AC"/>
    <w:rsid w:val="00B60550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C10D7"/>
    <w:rsid w:val="00BD3A92"/>
    <w:rsid w:val="00BD48B5"/>
    <w:rsid w:val="00BE35D7"/>
    <w:rsid w:val="00BF687E"/>
    <w:rsid w:val="00BF6B6D"/>
    <w:rsid w:val="00C105EE"/>
    <w:rsid w:val="00C12177"/>
    <w:rsid w:val="00C15771"/>
    <w:rsid w:val="00C26FF0"/>
    <w:rsid w:val="00C34030"/>
    <w:rsid w:val="00C34716"/>
    <w:rsid w:val="00C44656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A2EF7"/>
    <w:rsid w:val="00CA762F"/>
    <w:rsid w:val="00CD3A22"/>
    <w:rsid w:val="00CD4DCF"/>
    <w:rsid w:val="00CE0278"/>
    <w:rsid w:val="00CF1FCB"/>
    <w:rsid w:val="00D050D5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66A1"/>
    <w:rsid w:val="00E54EB8"/>
    <w:rsid w:val="00E60DD0"/>
    <w:rsid w:val="00E62F83"/>
    <w:rsid w:val="00E93AC7"/>
    <w:rsid w:val="00E93B12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9120F"/>
    <w:rsid w:val="00F94E63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vo.jarv@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vo.jarv@energia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623</TotalTime>
  <Pages>1</Pages>
  <Words>317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373</cp:revision>
  <cp:lastPrinted>2022-01-11T09:20:00Z</cp:lastPrinted>
  <dcterms:created xsi:type="dcterms:W3CDTF">2022-01-10T12:44:00Z</dcterms:created>
  <dcterms:modified xsi:type="dcterms:W3CDTF">2024-01-15T08:35:00Z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